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7866F0" w:rsidRPr="00CC1204">
        <w:rPr>
          <w:b/>
        </w:rPr>
        <w:t xml:space="preserve">Oprava výhybek v </w:t>
      </w:r>
      <w:proofErr w:type="spellStart"/>
      <w:r w:rsidR="007866F0" w:rsidRPr="00CC1204">
        <w:rPr>
          <w:b/>
        </w:rPr>
        <w:t>žst</w:t>
      </w:r>
      <w:proofErr w:type="spellEnd"/>
      <w:r w:rsidR="007866F0" w:rsidRPr="00CC1204">
        <w:rPr>
          <w:b/>
        </w:rPr>
        <w:t>. Bakov nad Jizerou - vypracování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7866F0" w:rsidRDefault="007866F0" w:rsidP="00BD0688">
      <w:pPr>
        <w:pStyle w:val="Doplujcdaje"/>
        <w:ind w:firstLine="709"/>
        <w:rPr>
          <w:sz w:val="18"/>
          <w:szCs w:val="18"/>
        </w:rPr>
      </w:pPr>
      <w:r w:rsidRPr="007866F0">
        <w:rPr>
          <w:sz w:val="18"/>
          <w:szCs w:val="18"/>
        </w:rPr>
        <w:t>Příloha 1</w:t>
      </w:r>
      <w:r w:rsidR="00BD0688" w:rsidRPr="007866F0">
        <w:rPr>
          <w:sz w:val="18"/>
          <w:szCs w:val="18"/>
        </w:rPr>
        <w:t xml:space="preserve"> Formulář ČP o splnění základní způsobilosti</w:t>
      </w:r>
    </w:p>
    <w:p w:rsidR="00BD0688" w:rsidRPr="007866F0" w:rsidRDefault="007866F0" w:rsidP="00BD0688">
      <w:pPr>
        <w:pStyle w:val="Doplujcdaje"/>
        <w:ind w:firstLine="709"/>
        <w:rPr>
          <w:sz w:val="18"/>
          <w:szCs w:val="18"/>
        </w:rPr>
      </w:pPr>
      <w:r w:rsidRPr="007866F0">
        <w:rPr>
          <w:sz w:val="18"/>
          <w:szCs w:val="18"/>
        </w:rPr>
        <w:t>Příloha 2</w:t>
      </w:r>
      <w:r w:rsidR="00BD0688" w:rsidRPr="007866F0">
        <w:rPr>
          <w:sz w:val="18"/>
          <w:szCs w:val="18"/>
        </w:rPr>
        <w:t xml:space="preserve"> Formulář nabídky</w:t>
      </w:r>
    </w:p>
    <w:p w:rsidR="00BD0688" w:rsidRPr="007866F0" w:rsidRDefault="007866F0" w:rsidP="00BD0688">
      <w:pPr>
        <w:pStyle w:val="Doplujcdaje"/>
        <w:ind w:firstLine="709"/>
        <w:rPr>
          <w:sz w:val="18"/>
          <w:szCs w:val="18"/>
        </w:rPr>
      </w:pPr>
      <w:r w:rsidRPr="007866F0">
        <w:rPr>
          <w:sz w:val="18"/>
          <w:szCs w:val="18"/>
        </w:rPr>
        <w:t>Příloha 3</w:t>
      </w:r>
      <w:r w:rsidR="00BD0688" w:rsidRPr="007866F0">
        <w:rPr>
          <w:sz w:val="18"/>
          <w:szCs w:val="18"/>
        </w:rPr>
        <w:t xml:space="preserve"> Návrh smlouvy </w:t>
      </w:r>
      <w:r w:rsidR="00D85CD9">
        <w:rPr>
          <w:sz w:val="18"/>
          <w:szCs w:val="18"/>
        </w:rPr>
        <w:t>o dílo</w:t>
      </w:r>
    </w:p>
    <w:p w:rsidR="00BD0688" w:rsidRPr="007866F0" w:rsidRDefault="007866F0" w:rsidP="00BD0688">
      <w:pPr>
        <w:pStyle w:val="Doplujcdaje"/>
        <w:ind w:firstLine="709"/>
        <w:rPr>
          <w:sz w:val="18"/>
          <w:szCs w:val="18"/>
        </w:rPr>
      </w:pPr>
      <w:r w:rsidRPr="007866F0">
        <w:rPr>
          <w:sz w:val="18"/>
          <w:szCs w:val="18"/>
        </w:rPr>
        <w:t>Příloha 4</w:t>
      </w:r>
      <w:r w:rsidR="00BD0688" w:rsidRPr="007866F0">
        <w:rPr>
          <w:sz w:val="18"/>
          <w:szCs w:val="18"/>
        </w:rPr>
        <w:t xml:space="preserve"> Analýza nebezpečí a hodnocení rizik</w:t>
      </w:r>
    </w:p>
    <w:p w:rsidR="00BD0688" w:rsidRPr="007866F0" w:rsidRDefault="00BD0688" w:rsidP="00BD0688">
      <w:pPr>
        <w:pStyle w:val="Doplujcdaje"/>
        <w:ind w:firstLine="709"/>
        <w:rPr>
          <w:sz w:val="18"/>
          <w:szCs w:val="18"/>
        </w:rPr>
      </w:pPr>
      <w:r w:rsidRPr="007866F0">
        <w:rPr>
          <w:sz w:val="18"/>
          <w:szCs w:val="18"/>
        </w:rPr>
        <w:t xml:space="preserve">Příloha </w:t>
      </w:r>
      <w:r w:rsidR="007866F0" w:rsidRPr="007866F0">
        <w:rPr>
          <w:sz w:val="18"/>
          <w:szCs w:val="18"/>
        </w:rPr>
        <w:t>5</w:t>
      </w:r>
      <w:r w:rsidRPr="007866F0">
        <w:rPr>
          <w:sz w:val="18"/>
          <w:szCs w:val="18"/>
        </w:rPr>
        <w:t xml:space="preserve"> Technické podmínky pro zeměměřické činnosti dodavatele</w:t>
      </w:r>
    </w:p>
    <w:p w:rsidR="00BD0688" w:rsidRPr="007866F0" w:rsidRDefault="00BD0688" w:rsidP="00BD0688">
      <w:pPr>
        <w:pStyle w:val="Doplujcdaje"/>
        <w:ind w:firstLine="709"/>
        <w:rPr>
          <w:sz w:val="18"/>
          <w:szCs w:val="18"/>
        </w:rPr>
      </w:pPr>
      <w:r w:rsidRPr="007866F0">
        <w:rPr>
          <w:sz w:val="18"/>
          <w:szCs w:val="18"/>
        </w:rPr>
        <w:t xml:space="preserve">Příloha </w:t>
      </w:r>
      <w:r w:rsidR="007866F0" w:rsidRPr="007866F0">
        <w:rPr>
          <w:sz w:val="18"/>
          <w:szCs w:val="18"/>
        </w:rPr>
        <w:t>6</w:t>
      </w:r>
      <w:r w:rsidR="00677071" w:rsidRPr="007866F0">
        <w:rPr>
          <w:sz w:val="18"/>
          <w:szCs w:val="18"/>
        </w:rPr>
        <w:t xml:space="preserve"> </w:t>
      </w:r>
      <w:r w:rsidR="00677071" w:rsidRPr="007866F0">
        <w:rPr>
          <w:rFonts w:ascii="Verdana" w:hAnsi="Verdana"/>
          <w:sz w:val="18"/>
          <w:szCs w:val="18"/>
        </w:rPr>
        <w:t>Opatření pro postup v případě anonymního oznámení o NVS</w:t>
      </w:r>
    </w:p>
    <w:p w:rsidR="00BD0688" w:rsidRPr="007866F0" w:rsidRDefault="007866F0" w:rsidP="00BD0688">
      <w:pPr>
        <w:pStyle w:val="Doplujcdaje"/>
        <w:ind w:firstLine="709"/>
        <w:rPr>
          <w:sz w:val="18"/>
          <w:szCs w:val="18"/>
        </w:rPr>
      </w:pPr>
      <w:r w:rsidRPr="007866F0">
        <w:rPr>
          <w:sz w:val="18"/>
          <w:szCs w:val="18"/>
        </w:rPr>
        <w:t>Příloha 7</w:t>
      </w:r>
      <w:r w:rsidR="00BD0688" w:rsidRPr="007866F0">
        <w:rPr>
          <w:sz w:val="18"/>
          <w:szCs w:val="18"/>
        </w:rPr>
        <w:t xml:space="preserve"> Čestné prohlášení ve vztahu k zakázaným dohodám</w:t>
      </w:r>
    </w:p>
    <w:p w:rsidR="002561BD" w:rsidRPr="007866F0" w:rsidRDefault="007866F0" w:rsidP="00BD0688">
      <w:pPr>
        <w:pStyle w:val="Doplujcdaje"/>
        <w:ind w:firstLine="709"/>
        <w:rPr>
          <w:sz w:val="18"/>
          <w:szCs w:val="18"/>
        </w:rPr>
      </w:pPr>
      <w:r w:rsidRPr="007866F0">
        <w:rPr>
          <w:sz w:val="18"/>
          <w:szCs w:val="18"/>
        </w:rPr>
        <w:t>Příloha 8</w:t>
      </w:r>
      <w:r w:rsidR="00BD0688" w:rsidRPr="007866F0">
        <w:rPr>
          <w:sz w:val="18"/>
          <w:szCs w:val="18"/>
        </w:rPr>
        <w:t xml:space="preserve"> Čestné prohlášení k Registru smluv</w:t>
      </w:r>
    </w:p>
    <w:p w:rsidR="007866F0" w:rsidRPr="007866F0" w:rsidRDefault="007866F0" w:rsidP="007866F0">
      <w:pPr>
        <w:pStyle w:val="Doplujcdaje"/>
        <w:ind w:firstLine="708"/>
        <w:rPr>
          <w:sz w:val="18"/>
          <w:szCs w:val="18"/>
        </w:rPr>
      </w:pPr>
      <w:r w:rsidRPr="007866F0">
        <w:rPr>
          <w:sz w:val="18"/>
          <w:szCs w:val="18"/>
        </w:rPr>
        <w:t>Příloha 9 Čestné prohlášení Analýza nebezpečí a hodnocení rizik</w:t>
      </w:r>
    </w:p>
    <w:p w:rsidR="00374707" w:rsidRPr="007866F0" w:rsidRDefault="00374707" w:rsidP="007866F0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ED6E9C" w:rsidRPr="00CC1204">
        <w:rPr>
          <w:b/>
        </w:rPr>
        <w:t xml:space="preserve">Oprava výhybek v </w:t>
      </w:r>
      <w:proofErr w:type="spellStart"/>
      <w:r w:rsidR="00ED6E9C" w:rsidRPr="00CC1204">
        <w:rPr>
          <w:b/>
        </w:rPr>
        <w:t>žst</w:t>
      </w:r>
      <w:proofErr w:type="spellEnd"/>
      <w:r w:rsidR="00ED6E9C" w:rsidRPr="00CC1204">
        <w:rPr>
          <w:b/>
        </w:rPr>
        <w:t>. Bakov nad Jizerou - vypracování projektové dokumentace</w:t>
      </w:r>
      <w:bookmarkStart w:id="0" w:name="_GoBack"/>
      <w:bookmarkEnd w:id="0"/>
      <w:r w:rsidRPr="00F05536">
        <w:rPr>
          <w:b/>
        </w:rPr>
        <w:t xml:space="preserve">“ </w:t>
      </w:r>
      <w:r w:rsidRPr="00F05536">
        <w:t>za tuto nabídkovou cenu:</w:t>
      </w:r>
      <w:r w:rsidRPr="007364DE">
        <w:rPr>
          <w:snapToGrid w:val="0"/>
        </w:rPr>
        <w:t xml:space="preserve">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</w:t>
      </w:r>
      <w:r w:rsidR="007866F0">
        <w:rPr>
          <w:b/>
          <w:bCs/>
        </w:rPr>
        <w:tab/>
      </w:r>
      <w:r w:rsidR="007866F0">
        <w:rPr>
          <w:b/>
          <w:bCs/>
        </w:rPr>
        <w:tab/>
      </w:r>
      <w:r w:rsidRPr="00F05536">
        <w:rPr>
          <w:b/>
          <w:bCs/>
        </w:rPr>
        <w:t xml:space="preserve">  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7866F0">
        <w:rPr>
          <w:b/>
          <w:bCs/>
        </w:rPr>
        <w:tab/>
      </w:r>
      <w:r w:rsidR="007866F0">
        <w:rPr>
          <w:b/>
          <w:bCs/>
        </w:rPr>
        <w:tab/>
        <w:t xml:space="preserve">  </w:t>
      </w:r>
      <w:r w:rsidRPr="00F05536">
        <w:rPr>
          <w:b/>
          <w:bCs/>
        </w:rPr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7866F0">
        <w:rPr>
          <w:b/>
          <w:bCs/>
        </w:rPr>
        <w:tab/>
      </w:r>
      <w:r w:rsidR="007866F0">
        <w:rPr>
          <w:b/>
          <w:bCs/>
        </w:rPr>
        <w:tab/>
        <w:t xml:space="preserve">   </w:t>
      </w:r>
      <w:r w:rsidRPr="00BB46F9">
        <w:rPr>
          <w:b/>
          <w:bCs/>
          <w:highlight w:val="yellow"/>
        </w:rPr>
        <w:t>……………… Kč</w:t>
      </w:r>
    </w:p>
    <w:p w:rsidR="00374707" w:rsidRPr="007866F0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7866F0">
        <w:t xml:space="preserve">uzavření smlouvy </w:t>
      </w:r>
      <w:r w:rsidR="00F05536" w:rsidRPr="007866F0">
        <w:t xml:space="preserve">o </w:t>
      </w:r>
      <w:r w:rsidR="007866F0" w:rsidRPr="007866F0">
        <w:t>dílo</w:t>
      </w:r>
      <w:r w:rsidRPr="007866F0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7866F0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</w:t>
      </w:r>
      <w:r w:rsidR="007866F0" w:rsidRPr="007866F0">
        <w:t>prací</w:t>
      </w:r>
      <w:r w:rsidRPr="007866F0">
        <w:t xml:space="preserve">: </w:t>
      </w:r>
      <w:r w:rsidR="00D82647" w:rsidRPr="007866F0">
        <w:rPr>
          <w:b/>
        </w:rPr>
        <w:t>ihned po nabytí účinnosti smlouvy uveřejněním v Registru smluv</w:t>
      </w:r>
    </w:p>
    <w:p w:rsidR="007866F0" w:rsidRPr="007866F0" w:rsidRDefault="007866F0" w:rsidP="00374707">
      <w:pPr>
        <w:pStyle w:val="Zhlav"/>
        <w:tabs>
          <w:tab w:val="clear" w:pos="4536"/>
          <w:tab w:val="left" w:pos="1843"/>
        </w:tabs>
        <w:ind w:left="284"/>
      </w:pPr>
      <w:r w:rsidRPr="007866F0">
        <w:t>Předložení návrhu k připomínkám</w:t>
      </w:r>
      <w:r w:rsidR="00374707" w:rsidRPr="007866F0">
        <w:t xml:space="preserve">: </w:t>
      </w:r>
      <w:r w:rsidRPr="007866F0">
        <w:rPr>
          <w:b/>
        </w:rPr>
        <w:t>31. 01. 2022</w:t>
      </w:r>
      <w:r w:rsidR="00374707" w:rsidRPr="007866F0">
        <w:t xml:space="preserve"> </w:t>
      </w:r>
    </w:p>
    <w:p w:rsidR="007866F0" w:rsidRPr="007866F0" w:rsidRDefault="007866F0" w:rsidP="00374707">
      <w:pPr>
        <w:pStyle w:val="Zhlav"/>
        <w:tabs>
          <w:tab w:val="clear" w:pos="4536"/>
          <w:tab w:val="left" w:pos="1843"/>
        </w:tabs>
        <w:ind w:left="284"/>
      </w:pPr>
      <w:r w:rsidRPr="007866F0">
        <w:t xml:space="preserve">Předložení finálního návrhu k připomínkám: </w:t>
      </w:r>
      <w:r w:rsidRPr="007866F0">
        <w:rPr>
          <w:b/>
        </w:rPr>
        <w:t>28. 02. 2022</w:t>
      </w:r>
    </w:p>
    <w:p w:rsidR="00374707" w:rsidRPr="007364DE" w:rsidRDefault="007866F0" w:rsidP="00374707">
      <w:pPr>
        <w:pStyle w:val="Zhlav"/>
        <w:tabs>
          <w:tab w:val="clear" w:pos="4536"/>
          <w:tab w:val="left" w:pos="1843"/>
        </w:tabs>
        <w:ind w:left="284"/>
      </w:pPr>
      <w:r w:rsidRPr="007866F0">
        <w:lastRenderedPageBreak/>
        <w:t xml:space="preserve">Ukončení díla: </w:t>
      </w:r>
      <w:r w:rsidR="00D85CD9">
        <w:rPr>
          <w:b/>
        </w:rPr>
        <w:t>15</w:t>
      </w:r>
      <w:r w:rsidRPr="007866F0">
        <w:rPr>
          <w:b/>
        </w:rPr>
        <w:t>. 04. 2022</w:t>
      </w:r>
      <w:r w:rsidR="00374707" w:rsidRPr="007866F0">
        <w:t xml:space="preserve">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……..</w:t>
      </w:r>
      <w:r w:rsidR="007866F0">
        <w:t xml:space="preserve"> </w:t>
      </w:r>
      <w:r w:rsidRPr="007364DE">
        <w:t>% veřejné zakázky.</w:t>
      </w:r>
    </w:p>
    <w:p w:rsidR="00374707" w:rsidRPr="007364DE" w:rsidRDefault="00374707" w:rsidP="007866F0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7866F0">
        <w:t xml:space="preserve">smlouva </w:t>
      </w:r>
      <w:r w:rsidR="007866F0" w:rsidRPr="007866F0">
        <w:t>o dílo</w:t>
      </w:r>
      <w:r w:rsidR="00F05536" w:rsidRPr="007866F0">
        <w:t xml:space="preserve">, </w:t>
      </w:r>
      <w:r w:rsidRPr="007866F0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6E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6E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6E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6E9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071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866F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85CD9"/>
    <w:rsid w:val="00DC75F3"/>
    <w:rsid w:val="00DD46F3"/>
    <w:rsid w:val="00DE56F2"/>
    <w:rsid w:val="00DF116D"/>
    <w:rsid w:val="00EB104F"/>
    <w:rsid w:val="00ED14BD"/>
    <w:rsid w:val="00ED6E9C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7AC783-E614-4BE7-A3EE-A29B406C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12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8</cp:revision>
  <cp:lastPrinted>2017-11-28T17:18:00Z</cp:lastPrinted>
  <dcterms:created xsi:type="dcterms:W3CDTF">2021-02-04T12:02:00Z</dcterms:created>
  <dcterms:modified xsi:type="dcterms:W3CDTF">2021-11-22T10:02:00Z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